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4D295E64" w14:textId="7C164635" w:rsidR="00A411E5" w:rsidRPr="00A411E5" w:rsidRDefault="008B1A2C" w:rsidP="00A411E5">
      <w:pPr>
        <w:jc w:val="both"/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657AF9">
        <w:rPr>
          <w:b/>
          <w:color w:val="FF5200" w:themeColor="accent2"/>
          <w:sz w:val="36"/>
          <w:szCs w:val="36"/>
        </w:rPr>
        <w:t>list nabídky</w:t>
      </w:r>
      <w:r w:rsidR="0031280B" w:rsidRPr="00657AF9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F42BF5" w:rsidRPr="00F42BF5">
        <w:rPr>
          <w:b/>
          <w:color w:val="FF5200" w:themeColor="accent2"/>
          <w:sz w:val="36"/>
          <w:szCs w:val="36"/>
        </w:rPr>
        <w:t>Plechový přístřešek pro garážování MUV 75</w:t>
      </w:r>
      <w:r w:rsidR="0031280B" w:rsidRPr="00657AF9">
        <w:rPr>
          <w:b/>
          <w:color w:val="FF5200" w:themeColor="accent2"/>
          <w:sz w:val="36"/>
          <w:szCs w:val="36"/>
        </w:rPr>
        <w:t>“</w:t>
      </w:r>
      <w:r w:rsidR="000128D4" w:rsidRPr="00657AF9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657AF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657AF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57553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19051/</w:t>
      </w:r>
      <w:r w:rsidR="00555B3F" w:rsidRPr="00555B3F"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  <w:t>2023-SŽ-OŘ BNO-NPI</w:t>
      </w:r>
    </w:p>
    <w:p w14:paraId="523FE11F" w14:textId="420ECF09" w:rsidR="008B1A2C" w:rsidRDefault="008B1A2C" w:rsidP="00B87D91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</w:p>
    <w:p w14:paraId="1F5371F8" w14:textId="77777777" w:rsidR="00D95AEB" w:rsidRPr="00B87D91" w:rsidRDefault="00D95AEB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65A3B06B" w14:textId="46A10C34" w:rsidR="00D95AEB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0678281" w:history="1">
            <w:r w:rsidR="00D95AEB" w:rsidRPr="00BE7660">
              <w:rPr>
                <w:rStyle w:val="Hypertextovodkaz"/>
                <w:noProof/>
              </w:rPr>
              <w:t>Kapitola 1.</w:t>
            </w:r>
            <w:r w:rsidR="00D95AE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AEB" w:rsidRPr="00BE7660">
              <w:rPr>
                <w:rStyle w:val="Hypertextovodkaz"/>
                <w:noProof/>
              </w:rPr>
              <w:t>Základní údaje k nabídce</w:t>
            </w:r>
            <w:r w:rsidR="00D95AEB">
              <w:rPr>
                <w:noProof/>
                <w:webHidden/>
              </w:rPr>
              <w:tab/>
            </w:r>
            <w:r w:rsidR="00D95AEB">
              <w:rPr>
                <w:noProof/>
                <w:webHidden/>
              </w:rPr>
              <w:fldChar w:fldCharType="begin"/>
            </w:r>
            <w:r w:rsidR="00D95AEB">
              <w:rPr>
                <w:noProof/>
                <w:webHidden/>
              </w:rPr>
              <w:instrText xml:space="preserve"> PAGEREF _Toc140678281 \h </w:instrText>
            </w:r>
            <w:r w:rsidR="00D95AEB">
              <w:rPr>
                <w:noProof/>
                <w:webHidden/>
              </w:rPr>
            </w:r>
            <w:r w:rsidR="00D95AEB">
              <w:rPr>
                <w:noProof/>
                <w:webHidden/>
              </w:rPr>
              <w:fldChar w:fldCharType="separate"/>
            </w:r>
            <w:r w:rsidR="00575536">
              <w:rPr>
                <w:noProof/>
                <w:webHidden/>
              </w:rPr>
              <w:t>2</w:t>
            </w:r>
            <w:r w:rsidR="00D95AEB">
              <w:rPr>
                <w:noProof/>
                <w:webHidden/>
              </w:rPr>
              <w:fldChar w:fldCharType="end"/>
            </w:r>
          </w:hyperlink>
        </w:p>
        <w:p w14:paraId="53B3F8C6" w14:textId="40B1A312" w:rsidR="00D95AEB" w:rsidRDefault="0057553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678282" w:history="1">
            <w:r w:rsidR="00D95AEB" w:rsidRPr="00BE7660">
              <w:rPr>
                <w:rStyle w:val="Hypertextovodkaz"/>
                <w:noProof/>
              </w:rPr>
              <w:t>Kapitola 2.</w:t>
            </w:r>
            <w:r w:rsidR="00D95AE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AEB" w:rsidRPr="00BE7660">
              <w:rPr>
                <w:rStyle w:val="Hypertextovodkaz"/>
                <w:noProof/>
              </w:rPr>
              <w:t>Čestné prohlášení o splnění základní způsobilosti</w:t>
            </w:r>
            <w:r w:rsidR="00D95AEB">
              <w:rPr>
                <w:noProof/>
                <w:webHidden/>
              </w:rPr>
              <w:tab/>
            </w:r>
            <w:r w:rsidR="00D95AEB">
              <w:rPr>
                <w:noProof/>
                <w:webHidden/>
              </w:rPr>
              <w:fldChar w:fldCharType="begin"/>
            </w:r>
            <w:r w:rsidR="00D95AEB">
              <w:rPr>
                <w:noProof/>
                <w:webHidden/>
              </w:rPr>
              <w:instrText xml:space="preserve"> PAGEREF _Toc140678282 \h </w:instrText>
            </w:r>
            <w:r w:rsidR="00D95AEB">
              <w:rPr>
                <w:noProof/>
                <w:webHidden/>
              </w:rPr>
            </w:r>
            <w:r w:rsidR="00D95AE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95AEB">
              <w:rPr>
                <w:noProof/>
                <w:webHidden/>
              </w:rPr>
              <w:fldChar w:fldCharType="end"/>
            </w:r>
          </w:hyperlink>
        </w:p>
        <w:p w14:paraId="3A5BA018" w14:textId="360B81F2" w:rsidR="00D95AEB" w:rsidRDefault="0057553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678283" w:history="1">
            <w:r w:rsidR="00D95AEB" w:rsidRPr="00BE7660">
              <w:rPr>
                <w:rStyle w:val="Hypertextovodkaz"/>
                <w:noProof/>
              </w:rPr>
              <w:t>Kapitola 3.</w:t>
            </w:r>
            <w:r w:rsidR="00D95AE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AEB" w:rsidRPr="00BE7660">
              <w:rPr>
                <w:rStyle w:val="Hypertextovodkaz"/>
                <w:noProof/>
              </w:rPr>
              <w:t>Čestné prohlášení účastníka o střetu zájmů</w:t>
            </w:r>
            <w:r w:rsidR="00D95AEB">
              <w:rPr>
                <w:noProof/>
                <w:webHidden/>
              </w:rPr>
              <w:tab/>
            </w:r>
            <w:r w:rsidR="00D95AEB">
              <w:rPr>
                <w:noProof/>
                <w:webHidden/>
              </w:rPr>
              <w:fldChar w:fldCharType="begin"/>
            </w:r>
            <w:r w:rsidR="00D95AEB">
              <w:rPr>
                <w:noProof/>
                <w:webHidden/>
              </w:rPr>
              <w:instrText xml:space="preserve"> PAGEREF _Toc140678283 \h </w:instrText>
            </w:r>
            <w:r w:rsidR="00D95AEB">
              <w:rPr>
                <w:noProof/>
                <w:webHidden/>
              </w:rPr>
            </w:r>
            <w:r w:rsidR="00D95AE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95AEB">
              <w:rPr>
                <w:noProof/>
                <w:webHidden/>
              </w:rPr>
              <w:fldChar w:fldCharType="end"/>
            </w:r>
          </w:hyperlink>
        </w:p>
        <w:p w14:paraId="68197C3A" w14:textId="1F926A66" w:rsidR="00D95AEB" w:rsidRDefault="0057553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678284" w:history="1">
            <w:r w:rsidR="00D95AEB" w:rsidRPr="00BE7660">
              <w:rPr>
                <w:rStyle w:val="Hypertextovodkaz"/>
                <w:noProof/>
              </w:rPr>
              <w:t>Kapitola 4.</w:t>
            </w:r>
            <w:r w:rsidR="00D95AE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AEB" w:rsidRPr="00BE7660">
              <w:rPr>
                <w:rStyle w:val="Hypertextovodkaz"/>
                <w:noProof/>
              </w:rPr>
              <w:t>Čestné prohlášení účastníka k neuzavření zakázaných dohod</w:t>
            </w:r>
            <w:r w:rsidR="00D95AEB">
              <w:rPr>
                <w:noProof/>
                <w:webHidden/>
              </w:rPr>
              <w:tab/>
            </w:r>
            <w:r w:rsidR="00D95AEB">
              <w:rPr>
                <w:noProof/>
                <w:webHidden/>
              </w:rPr>
              <w:fldChar w:fldCharType="begin"/>
            </w:r>
            <w:r w:rsidR="00D95AEB">
              <w:rPr>
                <w:noProof/>
                <w:webHidden/>
              </w:rPr>
              <w:instrText xml:space="preserve"> PAGEREF _Toc140678284 \h </w:instrText>
            </w:r>
            <w:r w:rsidR="00D95AEB">
              <w:rPr>
                <w:noProof/>
                <w:webHidden/>
              </w:rPr>
            </w:r>
            <w:r w:rsidR="00D95AE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95AEB">
              <w:rPr>
                <w:noProof/>
                <w:webHidden/>
              </w:rPr>
              <w:fldChar w:fldCharType="end"/>
            </w:r>
          </w:hyperlink>
        </w:p>
        <w:p w14:paraId="34BFB029" w14:textId="4C21E4EF" w:rsidR="00D95AEB" w:rsidRDefault="0057553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678285" w:history="1">
            <w:r w:rsidR="00D95AEB" w:rsidRPr="00BE7660">
              <w:rPr>
                <w:rStyle w:val="Hypertextovodkaz"/>
                <w:rFonts w:eastAsia="Times New Roman"/>
                <w:noProof/>
              </w:rPr>
              <w:t>Kapitola 5.</w:t>
            </w:r>
            <w:r w:rsidR="00D95AE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AEB" w:rsidRPr="00BE7660">
              <w:rPr>
                <w:rStyle w:val="Hypertextovodkaz"/>
                <w:noProof/>
              </w:rPr>
              <w:t>Čestné</w:t>
            </w:r>
            <w:r w:rsidR="00D95AEB" w:rsidRPr="00BE766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D95AEB">
              <w:rPr>
                <w:rStyle w:val="Hypertextovodkaz"/>
                <w:rFonts w:eastAsia="Times New Roman"/>
                <w:noProof/>
              </w:rPr>
              <w:t>…………………..</w:t>
            </w:r>
            <w:r w:rsidR="00D95AEB">
              <w:rPr>
                <w:noProof/>
                <w:webHidden/>
              </w:rPr>
              <w:tab/>
            </w:r>
            <w:r w:rsidR="00D95AEB">
              <w:rPr>
                <w:noProof/>
                <w:webHidden/>
              </w:rPr>
              <w:fldChar w:fldCharType="begin"/>
            </w:r>
            <w:r w:rsidR="00D95AEB">
              <w:rPr>
                <w:noProof/>
                <w:webHidden/>
              </w:rPr>
              <w:instrText xml:space="preserve"> PAGEREF _Toc140678285 \h </w:instrText>
            </w:r>
            <w:r w:rsidR="00D95AEB">
              <w:rPr>
                <w:noProof/>
                <w:webHidden/>
              </w:rPr>
            </w:r>
            <w:r w:rsidR="00D95AE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95AEB">
              <w:rPr>
                <w:noProof/>
                <w:webHidden/>
              </w:rPr>
              <w:fldChar w:fldCharType="end"/>
            </w:r>
          </w:hyperlink>
        </w:p>
        <w:p w14:paraId="218BAFDF" w14:textId="6DC2CF9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0678281"/>
      <w:r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714BA007" w:rsidR="00A93A74" w:rsidRDefault="00A93A74" w:rsidP="00955505">
      <w:pPr>
        <w:spacing w:before="360"/>
        <w:jc w:val="both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57AF9">
        <w:t xml:space="preserve">jako </w:t>
      </w:r>
      <w:r w:rsidR="000128D4" w:rsidRPr="00657AF9">
        <w:rPr>
          <w:rFonts w:eastAsia="Times New Roman" w:cs="Times New Roman"/>
          <w:lang w:eastAsia="cs-CZ"/>
        </w:rPr>
        <w:t>podlimitní sektorovou veřejnou zakázku</w:t>
      </w:r>
      <w:r w:rsidRPr="00657AF9">
        <w:t>, jsou pravdivé</w:t>
      </w:r>
      <w:r w:rsidR="009771C9" w:rsidRPr="00657AF9">
        <w:t>, úplné a odpovídají skutečnosti</w:t>
      </w:r>
      <w:r w:rsidRPr="00657AF9">
        <w:t>. Účastník si je</w:t>
      </w:r>
      <w:r>
        <w:t xml:space="preserve">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69A389A1" w14:textId="77777777" w:rsidR="00D95AEB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D95AEB">
        <w:t>:</w:t>
      </w:r>
    </w:p>
    <w:p w14:paraId="4DC8BD60" w14:textId="2998E55A" w:rsidR="008B1A2C" w:rsidRDefault="00FC5583" w:rsidP="008B1A2C">
      <w:r>
        <w:t xml:space="preserve"> 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7553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7553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0678282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7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0678283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D95AEB">
        <w:rPr>
          <w:rFonts w:eastAsia="Times New Roman" w:cs="Times New Roman"/>
          <w:lang w:eastAsia="cs-CZ"/>
        </w:rPr>
        <w:t xml:space="preserve">tuto </w:t>
      </w:r>
      <w:r w:rsidR="00A327CB" w:rsidRPr="00D95AEB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067828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0678285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41D3AFC8" w:rsidR="000B5E1C" w:rsidRDefault="000B5E1C">
      <w:pPr>
        <w:rPr>
          <w:rFonts w:eastAsia="Times New Roman" w:cs="Times New Roman"/>
          <w:lang w:eastAsia="cs-CZ"/>
        </w:rPr>
      </w:pP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8"/>
      <w:footerReference w:type="first" r:id="rId19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A3E92" w14:textId="77777777" w:rsidR="00F42BF5" w:rsidRDefault="00F42B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FBBF2B3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553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553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61F1D49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3CBDA5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C2991D3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553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553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D3BCD8D" w14:textId="77777777" w:rsidR="00F42BF5" w:rsidRPr="00F42BF5" w:rsidRDefault="00F42BF5" w:rsidP="00F42BF5">
          <w:pPr>
            <w:pStyle w:val="Zpat"/>
          </w:pPr>
          <w:r w:rsidRPr="00F42BF5">
            <w:t>Oblastní ředitelství Brno</w:t>
          </w:r>
        </w:p>
        <w:p w14:paraId="3A4967B3" w14:textId="77777777" w:rsidR="00F42BF5" w:rsidRPr="00F42BF5" w:rsidRDefault="00F42BF5" w:rsidP="00F42BF5">
          <w:pPr>
            <w:pStyle w:val="Zpat"/>
          </w:pPr>
          <w:r w:rsidRPr="00F42BF5">
            <w:t>Kounicova 688/26</w:t>
          </w:r>
        </w:p>
        <w:p w14:paraId="3F9D14E1" w14:textId="2D1C10D3" w:rsidR="00A327CB" w:rsidRDefault="00F42BF5" w:rsidP="00F42BF5">
          <w:pPr>
            <w:pStyle w:val="Zpat"/>
          </w:pPr>
          <w:r w:rsidRPr="00F42BF5">
            <w:t>611 43 Brno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6850FE8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6350DA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2F300DC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F1A269D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EE0AC" w14:textId="77777777" w:rsidR="00F42BF5" w:rsidRDefault="00F42B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DE364" w14:textId="77777777" w:rsidR="00F42BF5" w:rsidRDefault="00F42B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62DE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245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8191A"/>
    <w:rsid w:val="003956C6"/>
    <w:rsid w:val="003B596F"/>
    <w:rsid w:val="003C4C67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5B3F"/>
    <w:rsid w:val="00557C28"/>
    <w:rsid w:val="005736B7"/>
    <w:rsid w:val="00575536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57AF9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55505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411E5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13367"/>
    <w:rsid w:val="00D21061"/>
    <w:rsid w:val="00D4108E"/>
    <w:rsid w:val="00D6163D"/>
    <w:rsid w:val="00D73D46"/>
    <w:rsid w:val="00D831A3"/>
    <w:rsid w:val="00D95AEB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2BF5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aspi://module='ASPI'&amp;link='134/2016%20Sb.%2523'&amp;ucin-k-dni='30.12.9999'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A9689D-8070-4E57-8516-FF0695197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11</TotalTime>
  <Pages>6</Pages>
  <Words>1023</Words>
  <Characters>6037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Sečkařová Andrea</cp:lastModifiedBy>
  <cp:revision>16</cp:revision>
  <cp:lastPrinted>2017-11-28T17:18:00Z</cp:lastPrinted>
  <dcterms:created xsi:type="dcterms:W3CDTF">2023-07-19T14:38:00Z</dcterms:created>
  <dcterms:modified xsi:type="dcterms:W3CDTF">2023-08-14T12:21:00Z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